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E3248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ΣΤ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1E6292" w:rsidP="00E3248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</w:t>
            </w:r>
            <w:r w:rsidRPr="001E629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3248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ΣΤ</w:t>
            </w:r>
            <w:r w:rsidR="00A40B4A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1-</w:t>
            </w:r>
            <w:r w:rsidR="0015565B" w:rsidRPr="00DF25B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E3248B" w:rsidRPr="001873E6">
              <w:rPr>
                <w:b/>
                <w:bCs/>
                <w:color w:val="000000"/>
                <w:lang w:eastAsia="el-GR"/>
              </w:rPr>
              <w:t>Ο2.Ε72 Μπαταρία Τύπου 01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A40B4A">
        <w:trPr>
          <w:trHeight w:val="31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E3248B" w:rsidRPr="00DF25B3" w:rsidTr="00AB1D6D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E3248B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ΜΠΑΤΑΡΙΑ ΓΙΑ UPS</w:t>
            </w:r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3248B" w:rsidRPr="00DF25B3" w:rsidTr="00AB1D6D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E3248B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μπαταρίας : 12V</w:t>
            </w:r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3248B" w:rsidRPr="00DF25B3" w:rsidTr="00AB1D6D">
        <w:trPr>
          <w:trHeight w:val="570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E3248B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μπαταρίας : 9Ah</w:t>
            </w:r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E3248B" w:rsidRPr="00DF25B3" w:rsidTr="00AB1D6D">
        <w:trPr>
          <w:trHeight w:val="285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3248B" w:rsidRPr="00DF25B3" w:rsidRDefault="00E3248B" w:rsidP="00E3248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Διαστάσεις : 151mmX65mmX100mm (LXWXH)</w:t>
            </w:r>
          </w:p>
        </w:tc>
        <w:tc>
          <w:tcPr>
            <w:tcW w:w="1441" w:type="dxa"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E3248B" w:rsidRPr="00DF25B3" w:rsidRDefault="00E3248B" w:rsidP="00E324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>
      <w:bookmarkStart w:id="0" w:name="_GoBack"/>
      <w:bookmarkEnd w:id="0"/>
    </w:p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406FB0"/>
    <w:rsid w:val="00A40B4A"/>
    <w:rsid w:val="00E3248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AC80F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C5066D70</Template>
  <TotalTime>0</TotalTime>
  <Pages>1</Pages>
  <Words>38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2025-09-10T08:54:00Z</dcterms:created>
  <dcterms:modified xsi:type="dcterms:W3CDTF">2025-09-10T08:54:00Z</dcterms:modified>
</cp:coreProperties>
</file>